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071235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5371">
        <w:rPr>
          <w:rFonts w:ascii="Corbel" w:hAnsi="Corbel"/>
          <w:b/>
          <w:smallCaps/>
          <w:sz w:val="24"/>
          <w:szCs w:val="24"/>
        </w:rPr>
        <w:t>2020/2022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79D2726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5371">
        <w:rPr>
          <w:rFonts w:ascii="Corbel" w:hAnsi="Corbel"/>
          <w:sz w:val="20"/>
          <w:szCs w:val="20"/>
        </w:rPr>
        <w:t>2020/2021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2639F6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2639F6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867D2E8" w:rsidR="0085747A" w:rsidRPr="009C54AE" w:rsidRDefault="00AC08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3583B29C" w:rsidR="00ED72AE" w:rsidRPr="009C54AE" w:rsidRDefault="00AC0855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2BC3DB45" w:rsidR="00ED72AE" w:rsidRPr="009C54AE" w:rsidRDefault="00ED72AE" w:rsidP="00A473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6274F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907A347" w:rsidR="001E1920" w:rsidRPr="009C54AE" w:rsidRDefault="001E1920" w:rsidP="001E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9C54AE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9C54AE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A625CA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A625CA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A625CA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B3572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9B3572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A625CA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Seksualność młodzieży z niepełnosprawnością. </w:t>
            </w:r>
          </w:p>
        </w:tc>
      </w:tr>
      <w:tr w:rsidR="00A625CA" w:rsidRPr="009C54AE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EA67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>W</w:t>
      </w:r>
      <w:r w:rsidR="0085747A" w:rsidRPr="00EA6737">
        <w:rPr>
          <w:rFonts w:ascii="Corbel" w:hAnsi="Corbel"/>
          <w:b w:val="0"/>
          <w:smallCaps w:val="0"/>
          <w:szCs w:val="24"/>
        </w:rPr>
        <w:t>ykład</w:t>
      </w:r>
      <w:r w:rsidRPr="00EA6737">
        <w:rPr>
          <w:rFonts w:ascii="Corbel" w:hAnsi="Corbel"/>
          <w:b w:val="0"/>
          <w:smallCaps w:val="0"/>
          <w:szCs w:val="24"/>
        </w:rPr>
        <w:t>: wykład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A673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083F" w:rsidRPr="009D083F" w14:paraId="529E4640" w14:textId="77777777" w:rsidTr="00C92758">
        <w:tc>
          <w:tcPr>
            <w:tcW w:w="1962" w:type="dxa"/>
          </w:tcPr>
          <w:p w14:paraId="6744AEAA" w14:textId="7DA91330" w:rsidR="009D083F" w:rsidRPr="009D083F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78004494" w14:textId="77777777" w:rsidTr="00C92758">
        <w:tc>
          <w:tcPr>
            <w:tcW w:w="1962" w:type="dxa"/>
          </w:tcPr>
          <w:p w14:paraId="1CF9F2DF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9D083F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9D083F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D1016A"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9D083F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CF9F34" w14:textId="77777777" w:rsidR="00C61DC5" w:rsidRPr="00BC304F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Baran J., Cierpiałowska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Teoriai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Klaczak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Palak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Pietrzkiewicz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Zaborniak-Sobczak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Chodkowska M., Osik-Chudowolska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Jakoniuk-Diallo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lastRenderedPageBreak/>
              <w:t xml:space="preserve">Kirenko J., Parchomiuk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1BAB1" w14:textId="77777777" w:rsidR="00666A46" w:rsidRDefault="00666A46" w:rsidP="00C16ABF">
      <w:pPr>
        <w:spacing w:after="0" w:line="240" w:lineRule="auto"/>
      </w:pPr>
      <w:r>
        <w:separator/>
      </w:r>
    </w:p>
  </w:endnote>
  <w:endnote w:type="continuationSeparator" w:id="0">
    <w:p w14:paraId="2532D1D7" w14:textId="77777777" w:rsidR="00666A46" w:rsidRDefault="00666A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90BA4" w14:textId="77777777" w:rsidR="00666A46" w:rsidRDefault="00666A46" w:rsidP="00C16ABF">
      <w:pPr>
        <w:spacing w:after="0" w:line="240" w:lineRule="auto"/>
      </w:pPr>
      <w:r>
        <w:separator/>
      </w:r>
    </w:p>
  </w:footnote>
  <w:footnote w:type="continuationSeparator" w:id="0">
    <w:p w14:paraId="740A90DA" w14:textId="77777777" w:rsidR="00666A46" w:rsidRDefault="00666A46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970"/>
    <w:rsid w:val="001D657B"/>
    <w:rsid w:val="001D7B54"/>
    <w:rsid w:val="001E0209"/>
    <w:rsid w:val="001E1920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E68D3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938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A7B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55371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66A4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EA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374"/>
    <w:rsid w:val="00A53FA5"/>
    <w:rsid w:val="00A54817"/>
    <w:rsid w:val="00A601C8"/>
    <w:rsid w:val="00A60799"/>
    <w:rsid w:val="00A625CA"/>
    <w:rsid w:val="00A84C85"/>
    <w:rsid w:val="00A97DE1"/>
    <w:rsid w:val="00AB053C"/>
    <w:rsid w:val="00AC0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63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A7D41"/>
    <w:rsid w:val="00CB42CB"/>
    <w:rsid w:val="00CB4CA5"/>
    <w:rsid w:val="00CC1244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EF53AC"/>
    <w:rsid w:val="00F070AB"/>
    <w:rsid w:val="00F17567"/>
    <w:rsid w:val="00F27A7B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3012B-99EE-45F2-A6F7-8643706F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1017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2020-10-15T08:04:00Z</cp:lastPrinted>
  <dcterms:created xsi:type="dcterms:W3CDTF">2019-11-18T13:04:00Z</dcterms:created>
  <dcterms:modified xsi:type="dcterms:W3CDTF">2021-10-04T11:15:00Z</dcterms:modified>
</cp:coreProperties>
</file>